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AE" w:rsidRDefault="00E90EAE" w:rsidP="00F82D2B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b/>
          <w:bCs/>
          <w:szCs w:val="24"/>
        </w:rPr>
        <w:t>Vedtægtstillæg til vedtægter udarbejdet i overensstemmelse med bekendtgørelse nr. 991 af 3. oktober</w:t>
      </w:r>
    </w:p>
    <w:p w:rsidR="00E90EAE" w:rsidRDefault="00E90EAE" w:rsidP="00F82D2B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b/>
          <w:bCs/>
          <w:szCs w:val="24"/>
        </w:rPr>
        <w:t>2006 om standardvedtægt for institutioner for almengymnasiale uddannelser og almen voksenuddannelse</w:t>
      </w:r>
    </w:p>
    <w:p w:rsidR="00E90EAE" w:rsidRDefault="00E90EAE" w:rsidP="00F82D2B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b/>
          <w:bCs/>
          <w:szCs w:val="24"/>
        </w:rPr>
        <w:t>m.v. (2009)</w:t>
      </w:r>
    </w:p>
    <w:p w:rsidR="00E90EAE" w:rsidRDefault="00E90EAE" w:rsidP="00F82D2B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b/>
          <w:bCs/>
          <w:szCs w:val="24"/>
        </w:rPr>
        <w:t xml:space="preserve">Vedtægtstillæg til vedtægt for </w:t>
      </w:r>
      <w:r w:rsidRPr="006158FC">
        <w:rPr>
          <w:b/>
          <w:bCs/>
          <w:szCs w:val="24"/>
        </w:rPr>
        <w:t>Vestfyns Gymnasium</w:t>
      </w: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I den af Undervisningsministeriet den </w:t>
      </w:r>
      <w:r w:rsidRPr="006158FC">
        <w:rPr>
          <w:szCs w:val="24"/>
        </w:rPr>
        <w:t>19/12-2006</w:t>
      </w:r>
      <w:r>
        <w:rPr>
          <w:szCs w:val="24"/>
        </w:rPr>
        <w:t xml:space="preserve"> godkendte vedtægt for </w:t>
      </w:r>
      <w:r w:rsidRPr="006158FC">
        <w:rPr>
          <w:szCs w:val="24"/>
        </w:rPr>
        <w:t>Vestfyns Gymnasium</w:t>
      </w:r>
      <w:r>
        <w:rPr>
          <w:i/>
          <w:iCs/>
          <w:szCs w:val="24"/>
        </w:rPr>
        <w:t xml:space="preserve"> </w:t>
      </w:r>
      <w:r>
        <w:rPr>
          <w:szCs w:val="24"/>
        </w:rPr>
        <w:t xml:space="preserve"> foretages følgende</w:t>
      </w: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ændring:</w:t>
      </w: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1) Vedtægtens § 6, stk. 2, ophæves.</w:t>
      </w: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Ændringen er godkendt af undervisningsministeren, jf. § 11, stk. 2, i bekendtgørelse om standardvedtægt for institutioner for almengymnasiale uddannelser og almen voksenuddannelse.</w:t>
      </w: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</w:p>
    <w:p w:rsidR="00E90EAE" w:rsidRDefault="00E90EAE" w:rsidP="00F82D2B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Således vedtaget på bestyrelsesmøde den 8/12-2009 i overensstemmelse med vedtægtens regler om vedtægtsændringer.</w:t>
      </w:r>
    </w:p>
    <w:p w:rsidR="00E90EAE" w:rsidRDefault="00E90EAE" w:rsidP="00F82D2B">
      <w:pPr>
        <w:rPr>
          <w:iCs/>
          <w:szCs w:val="24"/>
        </w:rPr>
      </w:pPr>
    </w:p>
    <w:p w:rsidR="00E90EAE" w:rsidRDefault="00E90EAE" w:rsidP="00F82D2B">
      <w:pPr>
        <w:rPr>
          <w:iCs/>
          <w:szCs w:val="24"/>
        </w:rPr>
      </w:pPr>
    </w:p>
    <w:p w:rsidR="00E90EAE" w:rsidRDefault="00E90EAE" w:rsidP="00F82D2B">
      <w:pPr>
        <w:rPr>
          <w:iCs/>
          <w:szCs w:val="24"/>
        </w:rPr>
      </w:pPr>
    </w:p>
    <w:p w:rsidR="00E90EAE" w:rsidRDefault="00E90EAE" w:rsidP="00F82D2B">
      <w:pPr>
        <w:rPr>
          <w:iCs/>
          <w:szCs w:val="24"/>
        </w:rPr>
      </w:pPr>
    </w:p>
    <w:p w:rsidR="00E90EAE" w:rsidRPr="00B62E10" w:rsidRDefault="00E90EAE" w:rsidP="00F82D2B">
      <w:pPr>
        <w:rPr>
          <w:iCs/>
          <w:szCs w:val="24"/>
        </w:rPr>
      </w:pPr>
    </w:p>
    <w:p w:rsidR="00E90EAE" w:rsidRDefault="00E90EAE" w:rsidP="00F82D2B">
      <w:r>
        <w:tab/>
        <w:t>---------------------------------------------------------------</w:t>
      </w:r>
    </w:p>
    <w:p w:rsidR="00E90EAE" w:rsidRPr="00B62E10" w:rsidRDefault="00E90EAE" w:rsidP="00F82D2B">
      <w:pPr>
        <w:rPr>
          <w:sz w:val="20"/>
          <w:szCs w:val="20"/>
        </w:rPr>
      </w:pPr>
      <w:r>
        <w:tab/>
      </w:r>
      <w:r>
        <w:tab/>
      </w:r>
      <w:r w:rsidRPr="00B62E10">
        <w:rPr>
          <w:sz w:val="20"/>
          <w:szCs w:val="20"/>
        </w:rPr>
        <w:t>Bent Schmidt (Formand)</w:t>
      </w:r>
    </w:p>
    <w:p w:rsidR="00E90EAE" w:rsidRDefault="00E90EAE" w:rsidP="00F82D2B">
      <w:r>
        <w:tab/>
      </w:r>
    </w:p>
    <w:p w:rsidR="00E90EAE" w:rsidRDefault="00E90EAE" w:rsidP="00F82D2B">
      <w:r>
        <w:tab/>
        <w:t>---------------------------------------------------------------</w:t>
      </w:r>
    </w:p>
    <w:p w:rsidR="00E90EAE" w:rsidRPr="00B62E10" w:rsidRDefault="00E90EAE" w:rsidP="00F82D2B">
      <w:pPr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Arne Jakobsen (Næstformand)</w:t>
      </w:r>
    </w:p>
    <w:p w:rsidR="00E90EAE" w:rsidRDefault="00E90EAE" w:rsidP="00F82D2B">
      <w:r>
        <w:tab/>
      </w:r>
    </w:p>
    <w:p w:rsidR="00E90EAE" w:rsidRDefault="00E90EAE" w:rsidP="00B62E10">
      <w:pPr>
        <w:ind w:firstLine="1304"/>
      </w:pPr>
      <w:r>
        <w:t>---------------------------------------------------------------</w:t>
      </w:r>
    </w:p>
    <w:p w:rsidR="00E90EAE" w:rsidRPr="00B62E10" w:rsidRDefault="00E90EAE" w:rsidP="00B62E10">
      <w:pPr>
        <w:ind w:firstLine="1304"/>
        <w:rPr>
          <w:sz w:val="20"/>
          <w:szCs w:val="20"/>
        </w:rPr>
      </w:pPr>
      <w:r>
        <w:tab/>
      </w:r>
      <w:r w:rsidRPr="00B62E10">
        <w:rPr>
          <w:sz w:val="20"/>
          <w:szCs w:val="20"/>
        </w:rPr>
        <w:t>Ole Nørregaard Jensen</w:t>
      </w:r>
    </w:p>
    <w:p w:rsidR="00E90EAE" w:rsidRDefault="00E90EAE" w:rsidP="00F82D2B"/>
    <w:p w:rsidR="00E90EAE" w:rsidRDefault="00E90EAE" w:rsidP="00F82D2B">
      <w:r>
        <w:tab/>
        <w:t>--------------------------------------------------------------</w:t>
      </w:r>
    </w:p>
    <w:p w:rsidR="00E90EAE" w:rsidRPr="00B62E10" w:rsidRDefault="00E90EAE" w:rsidP="00F82D2B">
      <w:pPr>
        <w:rPr>
          <w:sz w:val="20"/>
          <w:szCs w:val="20"/>
        </w:rPr>
      </w:pPr>
      <w:r>
        <w:tab/>
      </w:r>
      <w:r>
        <w:tab/>
      </w:r>
      <w:r w:rsidRPr="00B62E10">
        <w:rPr>
          <w:sz w:val="20"/>
          <w:szCs w:val="20"/>
        </w:rPr>
        <w:t>Palle Olsson</w:t>
      </w:r>
    </w:p>
    <w:p w:rsidR="00E90EAE" w:rsidRDefault="00E90EAE" w:rsidP="00F82D2B"/>
    <w:p w:rsidR="00E90EAE" w:rsidRDefault="00E90EAE" w:rsidP="00F82D2B">
      <w:r>
        <w:tab/>
        <w:t>---------------------------------------------------------------</w:t>
      </w:r>
    </w:p>
    <w:p w:rsidR="00E90EAE" w:rsidRPr="00B62E10" w:rsidRDefault="00E90EAE" w:rsidP="00F82D2B">
      <w:pPr>
        <w:rPr>
          <w:sz w:val="20"/>
          <w:szCs w:val="20"/>
        </w:rPr>
      </w:pPr>
      <w:r>
        <w:tab/>
      </w:r>
      <w:r>
        <w:tab/>
      </w:r>
      <w:r w:rsidRPr="00B62E10">
        <w:rPr>
          <w:sz w:val="20"/>
          <w:szCs w:val="20"/>
        </w:rPr>
        <w:t>Lars Voldsgaard</w:t>
      </w:r>
    </w:p>
    <w:p w:rsidR="00E90EAE" w:rsidRDefault="00E90EAE" w:rsidP="00F82D2B"/>
    <w:p w:rsidR="00E90EAE" w:rsidRDefault="00E90EAE" w:rsidP="00F82D2B">
      <w:r>
        <w:tab/>
        <w:t>---------------------------------------------------------------</w:t>
      </w:r>
    </w:p>
    <w:p w:rsidR="00E90EAE" w:rsidRPr="00B62E10" w:rsidRDefault="00E90EAE" w:rsidP="00F82D2B">
      <w:pPr>
        <w:rPr>
          <w:sz w:val="20"/>
          <w:szCs w:val="20"/>
        </w:rPr>
      </w:pPr>
      <w:r>
        <w:tab/>
      </w:r>
      <w:r>
        <w:tab/>
      </w:r>
      <w:r w:rsidRPr="00B62E10">
        <w:rPr>
          <w:sz w:val="20"/>
          <w:szCs w:val="20"/>
        </w:rPr>
        <w:t>Poul Dalgaard Jensen</w:t>
      </w:r>
    </w:p>
    <w:p w:rsidR="00E90EAE" w:rsidRDefault="00E90EAE" w:rsidP="00F82D2B"/>
    <w:p w:rsidR="00E90EAE" w:rsidRDefault="00E90EAE" w:rsidP="00F82D2B">
      <w:r>
        <w:tab/>
        <w:t>---------------------------------------------------------------</w:t>
      </w:r>
    </w:p>
    <w:p w:rsidR="00E90EAE" w:rsidRPr="00587B62" w:rsidRDefault="00E90EAE" w:rsidP="00F82D2B">
      <w:pPr>
        <w:rPr>
          <w:sz w:val="20"/>
          <w:szCs w:val="20"/>
        </w:rPr>
      </w:pPr>
      <w:r>
        <w:tab/>
      </w:r>
      <w:r>
        <w:tab/>
      </w:r>
      <w:r w:rsidRPr="000D04C8">
        <w:t xml:space="preserve"> </w:t>
      </w:r>
      <w:r w:rsidRPr="00587B62">
        <w:rPr>
          <w:sz w:val="20"/>
          <w:szCs w:val="20"/>
        </w:rPr>
        <w:t>Søren Riis Andersen</w:t>
      </w:r>
      <w:r>
        <w:rPr>
          <w:sz w:val="20"/>
          <w:szCs w:val="20"/>
        </w:rPr>
        <w:t xml:space="preserve"> </w:t>
      </w:r>
    </w:p>
    <w:p w:rsidR="00E90EAE" w:rsidRDefault="00E90EAE" w:rsidP="00F82D2B">
      <w:pPr>
        <w:rPr>
          <w:sz w:val="20"/>
          <w:szCs w:val="20"/>
        </w:rPr>
      </w:pPr>
    </w:p>
    <w:p w:rsidR="00E90EAE" w:rsidRDefault="00E90EAE" w:rsidP="00F82D2B">
      <w:pPr>
        <w:rPr>
          <w:sz w:val="20"/>
          <w:szCs w:val="20"/>
        </w:rPr>
      </w:pPr>
    </w:p>
    <w:p w:rsidR="00E90EAE" w:rsidRDefault="00E90EAE" w:rsidP="00F82D2B">
      <w:pPr>
        <w:rPr>
          <w:sz w:val="20"/>
          <w:szCs w:val="20"/>
        </w:rPr>
      </w:pPr>
    </w:p>
    <w:p w:rsidR="00E90EAE" w:rsidRDefault="00E90EAE" w:rsidP="00F82D2B">
      <w:pPr>
        <w:rPr>
          <w:sz w:val="20"/>
          <w:szCs w:val="20"/>
        </w:rPr>
      </w:pPr>
    </w:p>
    <w:p w:rsidR="00E90EAE" w:rsidRDefault="00E90EAE" w:rsidP="00F82D2B">
      <w:pPr>
        <w:rPr>
          <w:sz w:val="20"/>
          <w:szCs w:val="20"/>
        </w:rPr>
      </w:pPr>
    </w:p>
    <w:p w:rsidR="00E90EAE" w:rsidRPr="00837064" w:rsidRDefault="00E90EAE" w:rsidP="00F82D2B">
      <w:pPr>
        <w:rPr>
          <w:szCs w:val="24"/>
        </w:rPr>
      </w:pPr>
      <w:r>
        <w:rPr>
          <w:szCs w:val="24"/>
        </w:rPr>
        <w:t>8</w:t>
      </w:r>
      <w:r w:rsidRPr="00837064">
        <w:rPr>
          <w:szCs w:val="24"/>
        </w:rPr>
        <w:t xml:space="preserve"> </w:t>
      </w:r>
      <w:r>
        <w:rPr>
          <w:szCs w:val="24"/>
        </w:rPr>
        <w:t>dec</w:t>
      </w:r>
      <w:r w:rsidRPr="00837064">
        <w:rPr>
          <w:szCs w:val="24"/>
        </w:rPr>
        <w:t>ember 2009</w:t>
      </w:r>
    </w:p>
    <w:sectPr w:rsidR="00E90EAE" w:rsidRPr="00837064" w:rsidSect="00145CF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D2B"/>
    <w:rsid w:val="000D04C8"/>
    <w:rsid w:val="001268EF"/>
    <w:rsid w:val="001451E4"/>
    <w:rsid w:val="00145CF9"/>
    <w:rsid w:val="0016317F"/>
    <w:rsid w:val="001C7E62"/>
    <w:rsid w:val="00216D0A"/>
    <w:rsid w:val="00223A6E"/>
    <w:rsid w:val="0042471A"/>
    <w:rsid w:val="00507BEF"/>
    <w:rsid w:val="00587B62"/>
    <w:rsid w:val="005F67DD"/>
    <w:rsid w:val="006158FC"/>
    <w:rsid w:val="006317A6"/>
    <w:rsid w:val="0067248F"/>
    <w:rsid w:val="00837064"/>
    <w:rsid w:val="008809D2"/>
    <w:rsid w:val="008B5B65"/>
    <w:rsid w:val="008C7061"/>
    <w:rsid w:val="00AD6024"/>
    <w:rsid w:val="00B62E10"/>
    <w:rsid w:val="00D0278E"/>
    <w:rsid w:val="00E90EAE"/>
    <w:rsid w:val="00EC2352"/>
    <w:rsid w:val="00F8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CF9"/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191</Words>
  <Characters>1168</Characters>
  <Application>Microsoft Office Outlook</Application>
  <DocSecurity>0</DocSecurity>
  <Lines>0</Lines>
  <Paragraphs>0</Paragraphs>
  <ScaleCrop>false</ScaleCrop>
  <Company>Faaborg Gymnasium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Vedtægtstillæg til vedtægter udarbejdet i overensstemmelse med bekendtgørelse nr</dc:title>
  <dc:subject/>
  <dc:creator>vegycaiv</dc:creator>
  <cp:keywords/>
  <dc:description/>
  <cp:lastModifiedBy>test</cp:lastModifiedBy>
  <cp:revision>2</cp:revision>
  <cp:lastPrinted>2009-11-30T07:20:00Z</cp:lastPrinted>
  <dcterms:created xsi:type="dcterms:W3CDTF">2009-12-21T12:01:00Z</dcterms:created>
  <dcterms:modified xsi:type="dcterms:W3CDTF">2009-12-21T12:01:00Z</dcterms:modified>
</cp:coreProperties>
</file>